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A4" w:rsidRDefault="00DE7F0D" w:rsidP="00CC0F62">
      <w:pPr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Installation</w:t>
      </w:r>
      <w:r w:rsidR="00605122" w:rsidRPr="00605122">
        <w:rPr>
          <w:b/>
          <w:caps/>
          <w:sz w:val="36"/>
          <w:szCs w:val="36"/>
        </w:rPr>
        <w:t xml:space="preserve"> Report</w:t>
      </w:r>
    </w:p>
    <w:p w:rsidR="00605122" w:rsidRDefault="00605122" w:rsidP="00CC0F62">
      <w:pPr>
        <w:rPr>
          <w:b/>
          <w:caps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8895"/>
      </w:tblGrid>
      <w:tr w:rsidR="00605122" w:rsidRPr="00605122" w:rsidTr="00A6293C">
        <w:tc>
          <w:tcPr>
            <w:tcW w:w="2093" w:type="dxa"/>
          </w:tcPr>
          <w:p w:rsidR="00605122" w:rsidRPr="00A6293C" w:rsidRDefault="00605122" w:rsidP="009F090D">
            <w:pPr>
              <w:rPr>
                <w:b/>
              </w:rPr>
            </w:pPr>
            <w:r w:rsidRPr="00A6293C">
              <w:rPr>
                <w:b/>
              </w:rPr>
              <w:t>Company:</w:t>
            </w:r>
          </w:p>
        </w:tc>
        <w:tc>
          <w:tcPr>
            <w:tcW w:w="8895" w:type="dxa"/>
          </w:tcPr>
          <w:p w:rsidR="00797C03" w:rsidRPr="00A6293C" w:rsidRDefault="00AF45D1" w:rsidP="009F090D">
            <w:pPr>
              <w:rPr>
                <w:b/>
              </w:rPr>
            </w:pPr>
            <w:r>
              <w:rPr>
                <w:b/>
              </w:rPr>
              <w:t>JW Goethe University, Frankfurt</w:t>
            </w:r>
          </w:p>
          <w:p w:rsidR="00E913DD" w:rsidRPr="00A6293C" w:rsidRDefault="00E913DD" w:rsidP="009F090D">
            <w:pPr>
              <w:rPr>
                <w:b/>
              </w:rPr>
            </w:pPr>
          </w:p>
          <w:p w:rsidR="00E913DD" w:rsidRPr="00A6293C" w:rsidRDefault="00E913DD" w:rsidP="009F090D">
            <w:pPr>
              <w:rPr>
                <w:b/>
              </w:rPr>
            </w:pPr>
            <w:r w:rsidRPr="00A6293C">
              <w:rPr>
                <w:b/>
              </w:rPr>
              <w:t>Installation</w:t>
            </w:r>
          </w:p>
        </w:tc>
      </w:tr>
      <w:tr w:rsidR="00605122" w:rsidRPr="00605122" w:rsidTr="00A6293C">
        <w:tc>
          <w:tcPr>
            <w:tcW w:w="2093" w:type="dxa"/>
          </w:tcPr>
          <w:p w:rsidR="00605122" w:rsidRPr="00A6293C" w:rsidRDefault="00605122" w:rsidP="009F090D">
            <w:pPr>
              <w:rPr>
                <w:b/>
              </w:rPr>
            </w:pPr>
            <w:r w:rsidRPr="00A6293C">
              <w:rPr>
                <w:b/>
              </w:rPr>
              <w:t>Date:</w:t>
            </w:r>
          </w:p>
        </w:tc>
        <w:tc>
          <w:tcPr>
            <w:tcW w:w="8895" w:type="dxa"/>
          </w:tcPr>
          <w:p w:rsidR="00605122" w:rsidRPr="00A6293C" w:rsidRDefault="000527C5" w:rsidP="000527C5">
            <w:pPr>
              <w:rPr>
                <w:b/>
              </w:rPr>
            </w:pPr>
            <w:r>
              <w:rPr>
                <w:b/>
              </w:rPr>
              <w:t>25</w:t>
            </w:r>
            <w:r w:rsidR="00EE53EF" w:rsidRPr="00EE53EF">
              <w:rPr>
                <w:b/>
                <w:vertAlign w:val="superscript"/>
              </w:rPr>
              <w:t>th</w:t>
            </w:r>
            <w:r w:rsidR="00EE53EF">
              <w:rPr>
                <w:b/>
              </w:rPr>
              <w:t>/</w:t>
            </w:r>
            <w:r>
              <w:rPr>
                <w:b/>
              </w:rPr>
              <w:t>26</w:t>
            </w:r>
            <w:r w:rsidR="00EE53EF" w:rsidRPr="00EE53EF">
              <w:rPr>
                <w:b/>
                <w:vertAlign w:val="superscript"/>
              </w:rPr>
              <w:t>th</w:t>
            </w:r>
            <w:r w:rsidR="00E913DD" w:rsidRPr="00A6293C">
              <w:rPr>
                <w:b/>
              </w:rPr>
              <w:t xml:space="preserve"> </w:t>
            </w:r>
            <w:r>
              <w:rPr>
                <w:b/>
              </w:rPr>
              <w:t>March 2010</w:t>
            </w:r>
          </w:p>
        </w:tc>
      </w:tr>
      <w:tr w:rsidR="00605122" w:rsidRPr="00605122" w:rsidTr="00A6293C">
        <w:tc>
          <w:tcPr>
            <w:tcW w:w="2093" w:type="dxa"/>
          </w:tcPr>
          <w:p w:rsidR="00605122" w:rsidRPr="00A6293C" w:rsidRDefault="00605122" w:rsidP="009F090D">
            <w:pPr>
              <w:rPr>
                <w:b/>
              </w:rPr>
            </w:pPr>
            <w:r w:rsidRPr="00A6293C">
              <w:rPr>
                <w:b/>
              </w:rPr>
              <w:t>Service Engineer:</w:t>
            </w:r>
          </w:p>
        </w:tc>
        <w:tc>
          <w:tcPr>
            <w:tcW w:w="8895" w:type="dxa"/>
          </w:tcPr>
          <w:p w:rsidR="00605122" w:rsidRPr="00A6293C" w:rsidRDefault="00E913DD" w:rsidP="009F090D">
            <w:pPr>
              <w:rPr>
                <w:b/>
              </w:rPr>
            </w:pPr>
            <w:r w:rsidRPr="00A6293C">
              <w:rPr>
                <w:b/>
              </w:rPr>
              <w:t>Stefan Kolek</w:t>
            </w:r>
          </w:p>
        </w:tc>
      </w:tr>
      <w:tr w:rsidR="00605122" w:rsidRPr="00605122" w:rsidTr="00A6293C">
        <w:tc>
          <w:tcPr>
            <w:tcW w:w="2093" w:type="dxa"/>
          </w:tcPr>
          <w:p w:rsidR="00605122" w:rsidRPr="00A6293C" w:rsidRDefault="00605122" w:rsidP="009F090D">
            <w:pPr>
              <w:rPr>
                <w:b/>
              </w:rPr>
            </w:pPr>
            <w:r w:rsidRPr="00A6293C">
              <w:rPr>
                <w:b/>
              </w:rPr>
              <w:t>Details:</w:t>
            </w:r>
          </w:p>
        </w:tc>
        <w:tc>
          <w:tcPr>
            <w:tcW w:w="8895" w:type="dxa"/>
          </w:tcPr>
          <w:p w:rsidR="00797C03" w:rsidRDefault="00266579" w:rsidP="009F090D">
            <w:pPr>
              <w:rPr>
                <w:b/>
              </w:rPr>
            </w:pPr>
            <w:r>
              <w:rPr>
                <w:b/>
              </w:rPr>
              <w:t>S</w:t>
            </w:r>
            <w:r w:rsidR="00400AF8">
              <w:rPr>
                <w:b/>
              </w:rPr>
              <w:t>yringe</w:t>
            </w:r>
            <w:r w:rsidR="00EE53EF">
              <w:rPr>
                <w:b/>
              </w:rPr>
              <w:t xml:space="preserve"> </w:t>
            </w:r>
            <w:r w:rsidR="00400AF8">
              <w:rPr>
                <w:b/>
              </w:rPr>
              <w:t>c</w:t>
            </w:r>
            <w:r w:rsidR="00EE53EF">
              <w:rPr>
                <w:b/>
              </w:rPr>
              <w:t>lamps</w:t>
            </w:r>
            <w:r w:rsidR="00400AF8">
              <w:rPr>
                <w:b/>
              </w:rPr>
              <w:t xml:space="preserve"> </w:t>
            </w:r>
            <w:r>
              <w:rPr>
                <w:b/>
              </w:rPr>
              <w:t>and finger</w:t>
            </w:r>
            <w:r w:rsidR="00400AF8">
              <w:rPr>
                <w:b/>
              </w:rPr>
              <w:t xml:space="preserve"> screws</w:t>
            </w:r>
            <w:r w:rsidR="00EE53EF">
              <w:rPr>
                <w:b/>
              </w:rPr>
              <w:t xml:space="preserve"> for</w:t>
            </w:r>
            <w:r w:rsidR="00400AF8">
              <w:rPr>
                <w:b/>
              </w:rPr>
              <w:t xml:space="preserve"> oil syringe</w:t>
            </w:r>
            <w:r>
              <w:rPr>
                <w:b/>
              </w:rPr>
              <w:t xml:space="preserve"> missing</w:t>
            </w:r>
            <w:r w:rsidR="00400AF8">
              <w:rPr>
                <w:b/>
              </w:rPr>
              <w:t>.</w:t>
            </w:r>
          </w:p>
          <w:p w:rsidR="00E913DD" w:rsidRPr="00A6293C" w:rsidRDefault="00E913DD" w:rsidP="009F090D">
            <w:pPr>
              <w:rPr>
                <w:b/>
              </w:rPr>
            </w:pPr>
          </w:p>
          <w:p w:rsidR="00E913DD" w:rsidRPr="00A6293C" w:rsidRDefault="00E913DD" w:rsidP="009F090D">
            <w:pPr>
              <w:rPr>
                <w:b/>
              </w:rPr>
            </w:pPr>
            <w:r w:rsidRPr="00A6293C">
              <w:rPr>
                <w:b/>
              </w:rPr>
              <w:t>Find Index Positions:</w:t>
            </w:r>
          </w:p>
          <w:p w:rsidR="00E913DD" w:rsidRPr="00E913DD" w:rsidRDefault="00E913DD" w:rsidP="009F090D">
            <w:r w:rsidRPr="00E913DD">
              <w:t xml:space="preserve">X: </w:t>
            </w:r>
            <w:r w:rsidR="00EE53EF">
              <w:t>0.00</w:t>
            </w:r>
            <w:r w:rsidR="00400AF8">
              <w:t>95</w:t>
            </w:r>
          </w:p>
          <w:p w:rsidR="00E913DD" w:rsidRPr="00E913DD" w:rsidRDefault="00E913DD" w:rsidP="009F090D">
            <w:r w:rsidRPr="00E913DD">
              <w:t xml:space="preserve">Y: </w:t>
            </w:r>
            <w:r w:rsidR="00EE53EF">
              <w:t>0.</w:t>
            </w:r>
            <w:r w:rsidR="00400AF8">
              <w:t>0095</w:t>
            </w:r>
          </w:p>
          <w:p w:rsidR="00E913DD" w:rsidRPr="00E913DD" w:rsidRDefault="00E913DD" w:rsidP="009F090D">
            <w:r w:rsidRPr="00E913DD">
              <w:t xml:space="preserve">Z: </w:t>
            </w:r>
            <w:r w:rsidR="00EE53EF">
              <w:t>0.00</w:t>
            </w:r>
            <w:r w:rsidR="00400AF8">
              <w:t>63</w:t>
            </w:r>
          </w:p>
          <w:p w:rsidR="00E913DD" w:rsidRPr="00E913DD" w:rsidRDefault="00E913DD" w:rsidP="009F090D">
            <w:r w:rsidRPr="00E913DD">
              <w:t xml:space="preserve">V: </w:t>
            </w:r>
            <w:r w:rsidR="00EE53EF">
              <w:t>0.0</w:t>
            </w:r>
            <w:r w:rsidR="00400AF8">
              <w:t>126</w:t>
            </w:r>
          </w:p>
          <w:p w:rsidR="00605122" w:rsidRPr="00A6293C" w:rsidRDefault="00605122" w:rsidP="009F090D">
            <w:pPr>
              <w:rPr>
                <w:b/>
              </w:rPr>
            </w:pPr>
          </w:p>
          <w:p w:rsidR="00E913DD" w:rsidRPr="00A6293C" w:rsidRDefault="00E913DD" w:rsidP="009F090D">
            <w:pPr>
              <w:rPr>
                <w:b/>
              </w:rPr>
            </w:pPr>
            <w:r w:rsidRPr="00A6293C">
              <w:rPr>
                <w:b/>
              </w:rPr>
              <w:t>Test Axes:</w:t>
            </w:r>
          </w:p>
          <w:p w:rsidR="00E913DD" w:rsidRDefault="00E913DD" w:rsidP="009F090D">
            <w:r>
              <w:t xml:space="preserve">X speed factor: </w:t>
            </w:r>
            <w:r w:rsidR="00400AF8">
              <w:t>2.0698</w:t>
            </w:r>
          </w:p>
          <w:p w:rsidR="00E913DD" w:rsidRDefault="00E913DD" w:rsidP="00E913DD">
            <w:r>
              <w:t xml:space="preserve">Y speed factor: </w:t>
            </w:r>
            <w:r w:rsidR="00400AF8">
              <w:t>2.0698</w:t>
            </w:r>
          </w:p>
          <w:p w:rsidR="00400AF8" w:rsidRDefault="00400AF8" w:rsidP="00400AF8">
            <w:r>
              <w:t>Z speed factor: 1.9249</w:t>
            </w:r>
          </w:p>
          <w:p w:rsidR="00400AF8" w:rsidRDefault="00400AF8" w:rsidP="00400AF8">
            <w:r>
              <w:t>V speed factor: 1.8868</w:t>
            </w:r>
          </w:p>
          <w:p w:rsidR="00EE53EF" w:rsidRDefault="00EE53EF" w:rsidP="00E913DD"/>
          <w:p w:rsidR="00EE53EF" w:rsidRDefault="00EE53EF" w:rsidP="00E913DD">
            <w:pPr>
              <w:rPr>
                <w:b/>
              </w:rPr>
            </w:pPr>
            <w:r w:rsidRPr="00EE53EF">
              <w:rPr>
                <w:b/>
              </w:rPr>
              <w:t>Lubricated Shafts</w:t>
            </w:r>
          </w:p>
          <w:p w:rsidR="00EE53EF" w:rsidRDefault="00EE53EF" w:rsidP="00E913DD">
            <w:pPr>
              <w:rPr>
                <w:b/>
              </w:rPr>
            </w:pPr>
          </w:p>
          <w:p w:rsidR="00EE53EF" w:rsidRPr="00A6293C" w:rsidRDefault="00EE53EF" w:rsidP="00EE53EF">
            <w:pPr>
              <w:rPr>
                <w:b/>
              </w:rPr>
            </w:pPr>
            <w:r w:rsidRPr="00A6293C">
              <w:rPr>
                <w:b/>
              </w:rPr>
              <w:t>Find Index Positions:</w:t>
            </w:r>
          </w:p>
          <w:p w:rsidR="00EE53EF" w:rsidRPr="00E913DD" w:rsidRDefault="00EE53EF" w:rsidP="00EE53EF">
            <w:r w:rsidRPr="00E913DD">
              <w:t xml:space="preserve">X: </w:t>
            </w:r>
            <w:r w:rsidR="00400AF8">
              <w:t>-</w:t>
            </w:r>
            <w:r>
              <w:t>0.0</w:t>
            </w:r>
            <w:r w:rsidR="00400AF8">
              <w:t>190</w:t>
            </w:r>
          </w:p>
          <w:p w:rsidR="00EE53EF" w:rsidRPr="00E913DD" w:rsidRDefault="00EE53EF" w:rsidP="00EE53EF">
            <w:r w:rsidRPr="00E913DD">
              <w:t xml:space="preserve">Y: </w:t>
            </w:r>
            <w:r>
              <w:t>-0.0</w:t>
            </w:r>
            <w:r w:rsidR="00400AF8">
              <w:t>191</w:t>
            </w:r>
          </w:p>
          <w:p w:rsidR="00EE53EF" w:rsidRPr="00E913DD" w:rsidRDefault="00EE53EF" w:rsidP="00EE53EF">
            <w:r w:rsidRPr="00E913DD">
              <w:t xml:space="preserve">Z: </w:t>
            </w:r>
            <w:r>
              <w:t>0.0000</w:t>
            </w:r>
          </w:p>
          <w:p w:rsidR="00EE53EF" w:rsidRDefault="00EE53EF" w:rsidP="00EE53EF">
            <w:r w:rsidRPr="00E913DD">
              <w:t xml:space="preserve">V: </w:t>
            </w:r>
            <w:r>
              <w:t>0.0</w:t>
            </w:r>
            <w:r w:rsidR="00400AF8">
              <w:t>346</w:t>
            </w:r>
          </w:p>
          <w:p w:rsidR="00400AF8" w:rsidRDefault="00400AF8" w:rsidP="00EE53EF"/>
          <w:p w:rsidR="00EE53EF" w:rsidRPr="00A6293C" w:rsidRDefault="00EE53EF" w:rsidP="00EE53EF">
            <w:pPr>
              <w:rPr>
                <w:b/>
              </w:rPr>
            </w:pPr>
            <w:r w:rsidRPr="00A6293C">
              <w:rPr>
                <w:b/>
              </w:rPr>
              <w:t>Test Axes:</w:t>
            </w:r>
          </w:p>
          <w:p w:rsidR="00400AF8" w:rsidRDefault="00400AF8" w:rsidP="00400AF8">
            <w:r>
              <w:t>X speed factor: 2.0698</w:t>
            </w:r>
          </w:p>
          <w:p w:rsidR="00400AF8" w:rsidRDefault="00400AF8" w:rsidP="00400AF8">
            <w:r>
              <w:t xml:space="preserve">Y speed factor: </w:t>
            </w:r>
            <w:r w:rsidR="00C82C09">
              <w:t>1.8612</w:t>
            </w:r>
          </w:p>
          <w:p w:rsidR="00400AF8" w:rsidRDefault="00400AF8" w:rsidP="00400AF8">
            <w:r>
              <w:t>Z speed factor: 1.9</w:t>
            </w:r>
            <w:r w:rsidR="00C82C09">
              <w:t>057</w:t>
            </w:r>
          </w:p>
          <w:p w:rsidR="00400AF8" w:rsidRDefault="00400AF8" w:rsidP="00400AF8">
            <w:r>
              <w:t>V speed factor: 1.8868</w:t>
            </w:r>
          </w:p>
          <w:p w:rsidR="00C82C09" w:rsidRDefault="00C82C09" w:rsidP="00400AF8"/>
          <w:p w:rsidR="00E913DD" w:rsidRPr="00A6293C" w:rsidRDefault="004A259E" w:rsidP="00E913DD">
            <w:pPr>
              <w:rPr>
                <w:b/>
              </w:rPr>
            </w:pPr>
            <w:r w:rsidRPr="00A6293C">
              <w:rPr>
                <w:b/>
              </w:rPr>
              <w:t>Axes Movement on align tip:</w:t>
            </w:r>
          </w:p>
          <w:p w:rsidR="00605122" w:rsidRDefault="00EE53EF" w:rsidP="009F090D">
            <w:r>
              <w:t>All drives move on every click, zero backlash</w:t>
            </w:r>
            <w:r w:rsidR="00C82C09">
              <w:t>. X and Y axis moved: small click, small click, big click.....</w:t>
            </w:r>
          </w:p>
          <w:p w:rsidR="00EE53EF" w:rsidRDefault="00EE53EF" w:rsidP="009F090D"/>
          <w:p w:rsidR="00EE53EF" w:rsidRPr="004A259E" w:rsidRDefault="00F722A8" w:rsidP="00F722A8">
            <w:r>
              <w:rPr>
                <w:b/>
              </w:rPr>
              <w:t>Wires</w:t>
            </w:r>
            <w:r w:rsidR="00EE53EF" w:rsidRPr="00CC2344">
              <w:rPr>
                <w:b/>
              </w:rPr>
              <w:t xml:space="preserve"> for USD </w:t>
            </w:r>
            <w:r w:rsidR="00C82C09">
              <w:rPr>
                <w:b/>
              </w:rPr>
              <w:t>3&amp;4</w:t>
            </w:r>
            <w:r>
              <w:rPr>
                <w:b/>
              </w:rPr>
              <w:t xml:space="preserve"> wrong way round</w:t>
            </w:r>
            <w:r w:rsidR="00CC2344">
              <w:rPr>
                <w:b/>
              </w:rPr>
              <w:t xml:space="preserve">: </w:t>
            </w:r>
            <w:r w:rsidR="00EE53EF">
              <w:t>channel</w:t>
            </w:r>
            <w:r w:rsidR="00C82C09">
              <w:t xml:space="preserve"> 3</w:t>
            </w:r>
            <w:r w:rsidR="00AD126E">
              <w:t>(blue)</w:t>
            </w:r>
            <w:r w:rsidR="00EE53EF">
              <w:t xml:space="preserve"> </w:t>
            </w:r>
            <w:r w:rsidR="00C82C09">
              <w:t>moved when Channel 4</w:t>
            </w:r>
            <w:r w:rsidR="00AD126E">
              <w:t>(yellow)</w:t>
            </w:r>
            <w:r w:rsidR="00C82C09">
              <w:t xml:space="preserve"> was meant to and vice versa.</w:t>
            </w:r>
            <w:r w:rsidR="00CC2344">
              <w:t xml:space="preserve"> </w:t>
            </w:r>
            <w:r w:rsidR="00C82C09">
              <w:t>Wires in chassis connected wrong way round</w:t>
            </w:r>
            <w:r w:rsidR="00CC2344">
              <w:t>.</w:t>
            </w:r>
            <w:r w:rsidR="00C82C09">
              <w:t xml:space="preserve"> Fixed.</w:t>
            </w:r>
          </w:p>
        </w:tc>
      </w:tr>
      <w:tr w:rsidR="00605122" w:rsidRPr="00605122" w:rsidTr="00A6293C">
        <w:tc>
          <w:tcPr>
            <w:tcW w:w="2093" w:type="dxa"/>
          </w:tcPr>
          <w:p w:rsidR="00605122" w:rsidRPr="00A6293C" w:rsidRDefault="00605122" w:rsidP="009F090D">
            <w:pPr>
              <w:rPr>
                <w:b/>
              </w:rPr>
            </w:pPr>
          </w:p>
        </w:tc>
        <w:tc>
          <w:tcPr>
            <w:tcW w:w="8895" w:type="dxa"/>
          </w:tcPr>
          <w:p w:rsidR="00605122" w:rsidRPr="00A6293C" w:rsidRDefault="00605122" w:rsidP="009F090D">
            <w:pPr>
              <w:rPr>
                <w:b/>
              </w:rPr>
            </w:pPr>
          </w:p>
        </w:tc>
      </w:tr>
    </w:tbl>
    <w:p w:rsidR="00605122" w:rsidRDefault="00EB3AEF" w:rsidP="00CC0F62">
      <w:pPr>
        <w:rPr>
          <w:b/>
        </w:rPr>
      </w:pPr>
      <w:r>
        <w:rPr>
          <w:b/>
          <w:noProof/>
          <w:lang w:val="en-US"/>
        </w:rPr>
        <w:pict>
          <v:rect id="_x0000_s2050" style="position:absolute;margin-left:57.95pt;margin-top:11.55pt;width:97.15pt;height:45.55pt;z-index:251658240;mso-position-horizontal-relative:text;mso-position-vertical-relative:text" stroked="f">
            <v:fill r:id="rId7" o:title="Signiture" recolor="t" rotate="t" type="frame"/>
          </v:rect>
        </w:pict>
      </w:r>
    </w:p>
    <w:p w:rsidR="00605122" w:rsidRDefault="00605122" w:rsidP="00CC0F62">
      <w:pPr>
        <w:rPr>
          <w:b/>
        </w:rPr>
      </w:pPr>
    </w:p>
    <w:p w:rsidR="00605122" w:rsidRDefault="00605122" w:rsidP="00CC0F62">
      <w:pPr>
        <w:rPr>
          <w:b/>
        </w:rPr>
      </w:pPr>
      <w:r>
        <w:rPr>
          <w:b/>
        </w:rPr>
        <w:t>Signed:</w:t>
      </w:r>
    </w:p>
    <w:p w:rsidR="00266579" w:rsidRDefault="00266579" w:rsidP="00CC0F62">
      <w:pPr>
        <w:rPr>
          <w:b/>
        </w:rPr>
      </w:pPr>
    </w:p>
    <w:p w:rsidR="00266579" w:rsidRDefault="00266579" w:rsidP="00CC0F62">
      <w:pPr>
        <w:rPr>
          <w:b/>
        </w:rPr>
      </w:pPr>
    </w:p>
    <w:p w:rsidR="00266579" w:rsidRDefault="00266579" w:rsidP="00CC0F62">
      <w:pPr>
        <w:rPr>
          <w:b/>
        </w:rPr>
      </w:pPr>
    </w:p>
    <w:p w:rsidR="00605122" w:rsidRDefault="00400AF8" w:rsidP="00CC0F62">
      <w:pPr>
        <w:rPr>
          <w:b/>
        </w:rPr>
      </w:pPr>
      <w:r>
        <w:rPr>
          <w:b/>
        </w:rPr>
        <w:lastRenderedPageBreak/>
        <w:t>Notes:</w:t>
      </w:r>
    </w:p>
    <w:p w:rsidR="00400AF8" w:rsidRDefault="00400AF8" w:rsidP="00CC0F62">
      <w:pPr>
        <w:rPr>
          <w:b/>
        </w:rPr>
      </w:pPr>
    </w:p>
    <w:p w:rsidR="00266579" w:rsidRDefault="00400AF8" w:rsidP="00266579">
      <w:pPr>
        <w:numPr>
          <w:ilvl w:val="0"/>
          <w:numId w:val="4"/>
        </w:numPr>
        <w:rPr>
          <w:b/>
        </w:rPr>
      </w:pPr>
      <w:r>
        <w:rPr>
          <w:b/>
        </w:rPr>
        <w:t>Com p</w:t>
      </w:r>
      <w:r w:rsidR="00266579">
        <w:rPr>
          <w:b/>
        </w:rPr>
        <w:t>ort not detected initially when updating</w:t>
      </w:r>
      <w:r>
        <w:rPr>
          <w:b/>
        </w:rPr>
        <w:t xml:space="preserve"> MCC</w:t>
      </w:r>
      <w:r w:rsidR="00266579">
        <w:rPr>
          <w:b/>
        </w:rPr>
        <w:t xml:space="preserve"> after installation</w:t>
      </w:r>
      <w:r>
        <w:rPr>
          <w:b/>
        </w:rPr>
        <w:t>.</w:t>
      </w:r>
      <w:r w:rsidR="00266579">
        <w:rPr>
          <w:b/>
        </w:rPr>
        <w:t xml:space="preserve"> </w:t>
      </w:r>
    </w:p>
    <w:p w:rsidR="00400AF8" w:rsidRPr="00266579" w:rsidRDefault="00266579" w:rsidP="0000450A">
      <w:pPr>
        <w:ind w:left="720"/>
      </w:pPr>
      <w:proofErr w:type="gramStart"/>
      <w:r w:rsidRPr="00266579">
        <w:t>Tried Com port 1-9.</w:t>
      </w:r>
      <w:proofErr w:type="gramEnd"/>
      <w:r w:rsidR="00400AF8" w:rsidRPr="00266579">
        <w:t xml:space="preserve"> </w:t>
      </w:r>
      <w:proofErr w:type="gramStart"/>
      <w:r>
        <w:t>U</w:t>
      </w:r>
      <w:r w:rsidR="00400AF8" w:rsidRPr="00266579">
        <w:t>nplug</w:t>
      </w:r>
      <w:r>
        <w:t>ged</w:t>
      </w:r>
      <w:r w:rsidR="00400AF8" w:rsidRPr="00266579">
        <w:t xml:space="preserve"> USB</w:t>
      </w:r>
      <w:r>
        <w:t xml:space="preserve"> cable to MCC</w:t>
      </w:r>
      <w:r w:rsidR="00400AF8" w:rsidRPr="00266579">
        <w:t xml:space="preserve"> and close</w:t>
      </w:r>
      <w:r>
        <w:t>d</w:t>
      </w:r>
      <w:r w:rsidR="00400AF8" w:rsidRPr="00266579">
        <w:t xml:space="preserve"> MCC terminal.</w:t>
      </w:r>
      <w:proofErr w:type="gramEnd"/>
      <w:r w:rsidR="00400AF8" w:rsidRPr="00266579">
        <w:t xml:space="preserve"> Plug</w:t>
      </w:r>
      <w:r>
        <w:t>ged</w:t>
      </w:r>
      <w:r w:rsidR="00400AF8" w:rsidRPr="00266579">
        <w:t xml:space="preserve"> USB back in and install with windows wizard from CD.</w:t>
      </w:r>
    </w:p>
    <w:p w:rsidR="00625519" w:rsidRDefault="00625519" w:rsidP="00625519">
      <w:pPr>
        <w:ind w:left="720"/>
        <w:rPr>
          <w:b/>
        </w:rPr>
      </w:pPr>
    </w:p>
    <w:p w:rsidR="00266579" w:rsidRPr="00266579" w:rsidRDefault="00400AF8" w:rsidP="00266579">
      <w:pPr>
        <w:numPr>
          <w:ilvl w:val="0"/>
          <w:numId w:val="4"/>
        </w:numPr>
      </w:pPr>
      <w:r>
        <w:rPr>
          <w:b/>
        </w:rPr>
        <w:t xml:space="preserve">Wire guide rail for X-axis motor wire in wrong position. </w:t>
      </w:r>
    </w:p>
    <w:p w:rsidR="00400AF8" w:rsidRPr="00266579" w:rsidRDefault="00266579" w:rsidP="00266579">
      <w:pPr>
        <w:ind w:left="720"/>
      </w:pPr>
      <w:proofErr w:type="gramStart"/>
      <w:r w:rsidRPr="00266579">
        <w:t>R</w:t>
      </w:r>
      <w:r w:rsidR="00400AF8" w:rsidRPr="00266579">
        <w:t>e-align</w:t>
      </w:r>
      <w:r w:rsidRPr="00266579">
        <w:t>ed</w:t>
      </w:r>
      <w:r w:rsidR="00400AF8" w:rsidRPr="00266579">
        <w:t xml:space="preserve"> so</w:t>
      </w:r>
      <w:r>
        <w:t xml:space="preserve"> horizontal,</w:t>
      </w:r>
      <w:r w:rsidR="00400AF8" w:rsidRPr="00266579">
        <w:t xml:space="preserve"> parallel with plate loader</w:t>
      </w:r>
      <w:r>
        <w:t>.</w:t>
      </w:r>
      <w:proofErr w:type="gramEnd"/>
    </w:p>
    <w:p w:rsidR="00625519" w:rsidRDefault="00625519" w:rsidP="00625519">
      <w:pPr>
        <w:ind w:left="720"/>
        <w:rPr>
          <w:b/>
        </w:rPr>
      </w:pPr>
    </w:p>
    <w:p w:rsidR="00266579" w:rsidRDefault="003667D3" w:rsidP="00266579">
      <w:pPr>
        <w:numPr>
          <w:ilvl w:val="0"/>
          <w:numId w:val="4"/>
        </w:numPr>
        <w:rPr>
          <w:b/>
        </w:rPr>
      </w:pPr>
      <w:r>
        <w:rPr>
          <w:b/>
        </w:rPr>
        <w:t xml:space="preserve">Z axis has lots of play. </w:t>
      </w:r>
    </w:p>
    <w:p w:rsidR="003667D3" w:rsidRPr="00266579" w:rsidRDefault="003667D3" w:rsidP="00266579">
      <w:pPr>
        <w:ind w:left="720"/>
      </w:pPr>
      <w:r w:rsidRPr="00266579">
        <w:t xml:space="preserve">Especially when lowered during 1 point alignment wizard. Noticeable ‘click’ felt when pushing Z axis down when lowered during 1 point alignment, Z arm then has lots of play. </w:t>
      </w:r>
    </w:p>
    <w:p w:rsidR="003667D3" w:rsidRPr="00266579" w:rsidRDefault="0000450A" w:rsidP="00266579">
      <w:pPr>
        <w:ind w:left="720"/>
      </w:pPr>
      <w:r w:rsidRPr="00266579">
        <w:t>Accuracy</w:t>
      </w:r>
      <w:r w:rsidR="003667D3" w:rsidRPr="00266579">
        <w:t xml:space="preserve"> seems unaffected. Do not think steps have been missed</w:t>
      </w:r>
      <w:r w:rsidR="00625519" w:rsidRPr="00266579">
        <w:t>. Moves on every click</w:t>
      </w:r>
      <w:r w:rsidR="003667D3" w:rsidRPr="00266579">
        <w:t xml:space="preserve"> and dispenses as normal.</w:t>
      </w:r>
      <w:r w:rsidR="00625519" w:rsidRPr="00266579">
        <w:t xml:space="preserve"> </w:t>
      </w:r>
      <w:proofErr w:type="gramStart"/>
      <w:r w:rsidR="00625519" w:rsidRPr="00266579">
        <w:t>Recommended pressing only gently on Z axis.</w:t>
      </w:r>
      <w:proofErr w:type="gramEnd"/>
    </w:p>
    <w:p w:rsidR="00625519" w:rsidRDefault="00625519" w:rsidP="003667D3">
      <w:pPr>
        <w:ind w:left="720"/>
        <w:rPr>
          <w:b/>
        </w:rPr>
      </w:pPr>
    </w:p>
    <w:p w:rsidR="00625519" w:rsidRDefault="00625519" w:rsidP="003667D3">
      <w:pPr>
        <w:ind w:left="720"/>
        <w:rPr>
          <w:b/>
        </w:rPr>
      </w:pPr>
    </w:p>
    <w:p w:rsidR="0028475A" w:rsidRDefault="00625519" w:rsidP="0028475A">
      <w:pPr>
        <w:numPr>
          <w:ilvl w:val="0"/>
          <w:numId w:val="4"/>
        </w:numPr>
        <w:rPr>
          <w:b/>
        </w:rPr>
      </w:pPr>
      <w:r>
        <w:rPr>
          <w:b/>
        </w:rPr>
        <w:t>Customer would like</w:t>
      </w:r>
      <w:r w:rsidR="00DC52DA">
        <w:rPr>
          <w:b/>
        </w:rPr>
        <w:t xml:space="preserve"> Qiagen</w:t>
      </w:r>
      <w:r>
        <w:rPr>
          <w:b/>
        </w:rPr>
        <w:t xml:space="preserve"> PEG suite if possible.</w:t>
      </w:r>
    </w:p>
    <w:p w:rsidR="0028475A" w:rsidRDefault="0028475A" w:rsidP="0028475A">
      <w:pPr>
        <w:ind w:left="630"/>
        <w:rPr>
          <w:b/>
        </w:rPr>
      </w:pPr>
    </w:p>
    <w:p w:rsidR="0028475A" w:rsidRPr="0028475A" w:rsidRDefault="0028475A" w:rsidP="0028475A">
      <w:pPr>
        <w:numPr>
          <w:ilvl w:val="0"/>
          <w:numId w:val="4"/>
        </w:numPr>
        <w:rPr>
          <w:b/>
        </w:rPr>
      </w:pPr>
      <w:r>
        <w:rPr>
          <w:b/>
        </w:rPr>
        <w:t>Customer did not receive pads for recording hits.</w:t>
      </w:r>
    </w:p>
    <w:p w:rsidR="00266579" w:rsidRDefault="00266579" w:rsidP="00266579">
      <w:pPr>
        <w:ind w:left="630"/>
        <w:rPr>
          <w:b/>
        </w:rPr>
      </w:pPr>
    </w:p>
    <w:p w:rsidR="001D7824" w:rsidRDefault="001D7824" w:rsidP="00266579">
      <w:pPr>
        <w:numPr>
          <w:ilvl w:val="0"/>
          <w:numId w:val="4"/>
        </w:numPr>
        <w:rPr>
          <w:b/>
        </w:rPr>
      </w:pPr>
      <w:r>
        <w:rPr>
          <w:b/>
        </w:rPr>
        <w:t>Plate loader seemed</w:t>
      </w:r>
      <w:r w:rsidR="00266579">
        <w:rPr>
          <w:b/>
        </w:rPr>
        <w:t xml:space="preserve"> slightly</w:t>
      </w:r>
      <w:r>
        <w:rPr>
          <w:b/>
        </w:rPr>
        <w:t xml:space="preserve"> nois</w:t>
      </w:r>
      <w:r w:rsidR="00266579">
        <w:rPr>
          <w:b/>
        </w:rPr>
        <w:t xml:space="preserve">ier than usual </w:t>
      </w:r>
      <w:r>
        <w:rPr>
          <w:b/>
        </w:rPr>
        <w:t>in x direction.</w:t>
      </w:r>
    </w:p>
    <w:p w:rsidR="001D7824" w:rsidRDefault="001D7824" w:rsidP="001D7824">
      <w:pPr>
        <w:rPr>
          <w:b/>
        </w:rPr>
      </w:pPr>
    </w:p>
    <w:p w:rsidR="00266579" w:rsidRDefault="001D7824" w:rsidP="00266579">
      <w:pPr>
        <w:numPr>
          <w:ilvl w:val="0"/>
          <w:numId w:val="4"/>
        </w:numPr>
        <w:rPr>
          <w:b/>
        </w:rPr>
      </w:pPr>
      <w:r>
        <w:rPr>
          <w:b/>
        </w:rPr>
        <w:t>Question for Patrick: will X</w:t>
      </w:r>
      <w:r w:rsidR="0003237F">
        <w:rPr>
          <w:b/>
        </w:rPr>
        <w:t>-</w:t>
      </w:r>
      <w:r>
        <w:rPr>
          <w:b/>
        </w:rPr>
        <w:t xml:space="preserve">step be able to dispense reservoir. </w:t>
      </w:r>
    </w:p>
    <w:p w:rsidR="001D7824" w:rsidRPr="00266579" w:rsidRDefault="001D7824" w:rsidP="00266579">
      <w:pPr>
        <w:ind w:left="630"/>
      </w:pPr>
      <w:proofErr w:type="spellStart"/>
      <w:r w:rsidRPr="00266579">
        <w:t>Kami</w:t>
      </w:r>
      <w:proofErr w:type="spellEnd"/>
      <w:r w:rsidRPr="00266579">
        <w:t xml:space="preserve"> would like to dispense specific reservoirs different/independently to drop.</w:t>
      </w:r>
      <w:r w:rsidR="00266579">
        <w:t xml:space="preserve"> Will </w:t>
      </w:r>
      <w:r w:rsidR="0003237F">
        <w:t>Oryx</w:t>
      </w:r>
      <w:r w:rsidR="00266579">
        <w:t xml:space="preserve"> dispense entire reservoir or </w:t>
      </w:r>
      <w:r w:rsidR="0003237F">
        <w:t xml:space="preserve">top up hand dispensed reservoirs? </w:t>
      </w:r>
    </w:p>
    <w:p w:rsidR="001D7824" w:rsidRDefault="001D7824" w:rsidP="001D7824">
      <w:pPr>
        <w:pStyle w:val="ListParagraph"/>
        <w:rPr>
          <w:b/>
        </w:rPr>
      </w:pPr>
    </w:p>
    <w:p w:rsidR="0000450A" w:rsidRDefault="001D7824" w:rsidP="00266579">
      <w:pPr>
        <w:numPr>
          <w:ilvl w:val="0"/>
          <w:numId w:val="4"/>
        </w:numPr>
      </w:pPr>
      <w:r>
        <w:rPr>
          <w:b/>
        </w:rPr>
        <w:t>How to recover default experimental files</w:t>
      </w:r>
      <w:r w:rsidRPr="0000450A">
        <w:t xml:space="preserve">. </w:t>
      </w:r>
    </w:p>
    <w:p w:rsidR="00E95354" w:rsidRPr="0000450A" w:rsidRDefault="0000450A" w:rsidP="0000450A">
      <w:pPr>
        <w:ind w:left="630"/>
      </w:pPr>
      <w:r>
        <w:t>F</w:t>
      </w:r>
      <w:r w:rsidRPr="0000450A">
        <w:t>older</w:t>
      </w:r>
      <w:r>
        <w:t xml:space="preserve"> created</w:t>
      </w:r>
      <w:r w:rsidRPr="0000450A">
        <w:t xml:space="preserve"> containing</w:t>
      </w:r>
      <w:r w:rsidR="001D7824" w:rsidRPr="0000450A">
        <w:t xml:space="preserve"> </w:t>
      </w:r>
      <w:r w:rsidRPr="0000450A">
        <w:t xml:space="preserve">original experiments with </w:t>
      </w:r>
      <w:r w:rsidR="00A8261B">
        <w:t>shortcut on</w:t>
      </w:r>
      <w:r w:rsidR="00737268">
        <w:t xml:space="preserve"> desk</w:t>
      </w:r>
      <w:r w:rsidRPr="0000450A">
        <w:t>top</w:t>
      </w:r>
      <w:r>
        <w:t>.</w:t>
      </w:r>
    </w:p>
    <w:p w:rsidR="00E95354" w:rsidRDefault="00E95354" w:rsidP="00E95354">
      <w:pPr>
        <w:pStyle w:val="ListParagraph"/>
        <w:rPr>
          <w:b/>
        </w:rPr>
      </w:pPr>
    </w:p>
    <w:p w:rsidR="00E95354" w:rsidRPr="0000450A" w:rsidRDefault="00E95354" w:rsidP="0000450A">
      <w:pPr>
        <w:numPr>
          <w:ilvl w:val="0"/>
          <w:numId w:val="4"/>
        </w:numPr>
      </w:pPr>
      <w:r>
        <w:rPr>
          <w:b/>
        </w:rPr>
        <w:t>Bug</w:t>
      </w:r>
      <w:r w:rsidR="0000450A">
        <w:rPr>
          <w:b/>
        </w:rPr>
        <w:t>?</w:t>
      </w:r>
      <w:r>
        <w:rPr>
          <w:b/>
        </w:rPr>
        <w:t xml:space="preserve"> </w:t>
      </w:r>
      <w:proofErr w:type="gramStart"/>
      <w:r w:rsidRPr="0000450A">
        <w:t>selecting</w:t>
      </w:r>
      <w:proofErr w:type="gramEnd"/>
      <w:r w:rsidRPr="0000450A">
        <w:t xml:space="preserve"> wells for M</w:t>
      </w:r>
      <w:r w:rsidR="0000450A">
        <w:t>icrobatch</w:t>
      </w:r>
      <w:r w:rsidRPr="0000450A">
        <w:t xml:space="preserve"> screen with evaporation shield</w:t>
      </w:r>
      <w:r w:rsidR="0000450A">
        <w:t xml:space="preserve"> </w:t>
      </w:r>
      <w:r w:rsidR="0000450A" w:rsidRPr="0000450A">
        <w:rPr>
          <w:i/>
        </w:rPr>
        <w:t>(and other Microbatch experiments)</w:t>
      </w:r>
      <w:r w:rsidRPr="0000450A">
        <w:t>. Had to select well</w:t>
      </w:r>
      <w:r w:rsidR="0000450A">
        <w:t>s</w:t>
      </w:r>
      <w:r w:rsidRPr="0000450A">
        <w:t xml:space="preserve"> on source plate, not destination plate.</w:t>
      </w:r>
    </w:p>
    <w:p w:rsidR="00E95354" w:rsidRDefault="00E95354" w:rsidP="00E95354">
      <w:pPr>
        <w:pStyle w:val="ListParagraph"/>
        <w:rPr>
          <w:b/>
        </w:rPr>
      </w:pPr>
    </w:p>
    <w:p w:rsidR="001D7824" w:rsidRDefault="001D7824" w:rsidP="00E95354">
      <w:pPr>
        <w:rPr>
          <w:b/>
        </w:rPr>
      </w:pPr>
    </w:p>
    <w:p w:rsidR="00625519" w:rsidRDefault="00625519" w:rsidP="003667D3">
      <w:pPr>
        <w:ind w:left="720"/>
        <w:rPr>
          <w:b/>
        </w:rPr>
      </w:pPr>
    </w:p>
    <w:p w:rsidR="00625519" w:rsidRDefault="00625519" w:rsidP="00625519">
      <w:pPr>
        <w:rPr>
          <w:b/>
        </w:rPr>
      </w:pPr>
    </w:p>
    <w:p w:rsidR="00605122" w:rsidRPr="00605122" w:rsidRDefault="00605122" w:rsidP="00605122">
      <w:pPr>
        <w:tabs>
          <w:tab w:val="left" w:leader="underscore" w:pos="3402"/>
        </w:tabs>
        <w:rPr>
          <w:b/>
        </w:rPr>
      </w:pPr>
    </w:p>
    <w:sectPr w:rsidR="00605122" w:rsidRPr="00605122" w:rsidSect="00CC0F62">
      <w:headerReference w:type="default" r:id="rId8"/>
      <w:headerReference w:type="first" r:id="rId9"/>
      <w:footerReference w:type="first" r:id="rId10"/>
      <w:pgSz w:w="11906" w:h="16838" w:code="9"/>
      <w:pgMar w:top="1236" w:right="567" w:bottom="1440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579" w:rsidRDefault="00266579">
      <w:r>
        <w:separator/>
      </w:r>
    </w:p>
  </w:endnote>
  <w:endnote w:type="continuationSeparator" w:id="0">
    <w:p w:rsidR="00266579" w:rsidRDefault="00266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579" w:rsidRPr="00B5512B" w:rsidRDefault="00266579" w:rsidP="00CC0F62">
    <w:pPr>
      <w:jc w:val="center"/>
      <w:rPr>
        <w:rFonts w:ascii="Arial" w:hAnsi="Arial"/>
        <w:sz w:val="16"/>
        <w:szCs w:val="16"/>
      </w:rPr>
    </w:pPr>
    <w:r w:rsidRPr="00B5512B">
      <w:rPr>
        <w:rFonts w:ascii="Arial" w:hAnsi="Arial"/>
        <w:sz w:val="16"/>
        <w:szCs w:val="16"/>
      </w:rPr>
      <w:t xml:space="preserve">Douglas Instruments Limited, Douglas House, East Garston, Hungerford, </w:t>
    </w:r>
    <w:smartTag w:uri="urn:schemas-microsoft-com:office:smarttags" w:element="place">
      <w:smartTag w:uri="urn:schemas-microsoft-com:office:smarttags" w:element="City">
        <w:r w:rsidRPr="00B5512B">
          <w:rPr>
            <w:rFonts w:ascii="Arial" w:hAnsi="Arial"/>
            <w:sz w:val="16"/>
            <w:szCs w:val="16"/>
          </w:rPr>
          <w:t>Berkshire</w:t>
        </w:r>
      </w:smartTag>
      <w:r w:rsidRPr="00B5512B">
        <w:rPr>
          <w:rFonts w:ascii="Arial" w:hAnsi="Arial"/>
          <w:sz w:val="16"/>
          <w:szCs w:val="16"/>
        </w:rPr>
        <w:t xml:space="preserve"> </w:t>
      </w:r>
      <w:smartTag w:uri="urn:schemas-microsoft-com:office:smarttags" w:element="PostalCode">
        <w:r w:rsidRPr="00B5512B">
          <w:rPr>
            <w:rFonts w:ascii="Arial" w:hAnsi="Arial"/>
            <w:sz w:val="16"/>
            <w:szCs w:val="16"/>
          </w:rPr>
          <w:t>RG17 7HD</w:t>
        </w:r>
      </w:smartTag>
      <w:r w:rsidRPr="00B5512B">
        <w:rPr>
          <w:rFonts w:ascii="Arial" w:hAnsi="Arial"/>
          <w:sz w:val="16"/>
          <w:szCs w:val="16"/>
        </w:rPr>
        <w:t xml:space="preserve">, </w:t>
      </w:r>
      <w:smartTag w:uri="urn:schemas-microsoft-com:office:smarttags" w:element="country-region">
        <w:r w:rsidRPr="00B5512B">
          <w:rPr>
            <w:rFonts w:ascii="Arial" w:hAnsi="Arial"/>
            <w:sz w:val="16"/>
            <w:szCs w:val="16"/>
          </w:rPr>
          <w:t>UK</w:t>
        </w:r>
      </w:smartTag>
    </w:smartTag>
    <w:r w:rsidRPr="00B5512B">
      <w:rPr>
        <w:rFonts w:ascii="Arial" w:hAnsi="Arial"/>
        <w:sz w:val="16"/>
        <w:szCs w:val="16"/>
      </w:rPr>
      <w:t xml:space="preserve"> http:/www.douglas.co.uk</w:t>
    </w:r>
  </w:p>
  <w:p w:rsidR="00266579" w:rsidRPr="00B5512B" w:rsidRDefault="00266579" w:rsidP="00CC0F62">
    <w:pPr>
      <w:jc w:val="center"/>
      <w:rPr>
        <w:rFonts w:ascii="Arial" w:hAnsi="Arial"/>
        <w:sz w:val="16"/>
        <w:szCs w:val="16"/>
      </w:rPr>
    </w:pPr>
  </w:p>
  <w:p w:rsidR="00266579" w:rsidRPr="00B5512B" w:rsidRDefault="00266579" w:rsidP="00CC0F62">
    <w:pPr>
      <w:jc w:val="center"/>
      <w:rPr>
        <w:rFonts w:ascii="Arial" w:hAnsi="Arial"/>
        <w:sz w:val="16"/>
        <w:szCs w:val="16"/>
      </w:rPr>
    </w:pPr>
    <w:r w:rsidRPr="00B5512B">
      <w:rPr>
        <w:rFonts w:ascii="Arial" w:hAnsi="Arial"/>
        <w:sz w:val="16"/>
        <w:szCs w:val="16"/>
      </w:rPr>
      <w:t>Tel +44 (0) 1488 64 9090      Fax +44 (0) 1488 64 8975      E-mail info@douglas.co.uk      US toll free 1-877-225-2034</w:t>
    </w:r>
  </w:p>
  <w:p w:rsidR="00266579" w:rsidRPr="00CC0F62" w:rsidRDefault="00266579" w:rsidP="00CC0F62">
    <w:pPr>
      <w:pStyle w:val="Footer"/>
      <w:jc w:val="center"/>
      <w:rPr>
        <w:sz w:val="16"/>
        <w:szCs w:val="16"/>
      </w:rPr>
    </w:pPr>
    <w:r w:rsidRPr="00B5512B">
      <w:rPr>
        <w:rFonts w:ascii="Arial" w:hAnsi="Arial"/>
        <w:sz w:val="16"/>
        <w:szCs w:val="16"/>
      </w:rPr>
      <w:t xml:space="preserve">Registered in </w:t>
    </w:r>
    <w:smartTag w:uri="urn:schemas-microsoft-com:office:smarttags" w:element="place">
      <w:smartTag w:uri="urn:schemas-microsoft-com:office:smarttags" w:element="country-region">
        <w:r w:rsidRPr="00B5512B">
          <w:rPr>
            <w:rFonts w:ascii="Arial" w:hAnsi="Arial"/>
            <w:sz w:val="16"/>
            <w:szCs w:val="16"/>
          </w:rPr>
          <w:t>England</w:t>
        </w:r>
      </w:smartTag>
    </w:smartTag>
    <w:r w:rsidRPr="00B5512B">
      <w:rPr>
        <w:rFonts w:ascii="Arial" w:hAnsi="Arial"/>
        <w:sz w:val="16"/>
        <w:szCs w:val="16"/>
      </w:rPr>
      <w:t xml:space="preserve"> No.2177994 VAT Regd. No. GB 480 7371 36     Directors: Peter Baldock, Patrick Shaw Stewart, James Smith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579" w:rsidRDefault="00266579">
      <w:r>
        <w:separator/>
      </w:r>
    </w:p>
  </w:footnote>
  <w:footnote w:type="continuationSeparator" w:id="0">
    <w:p w:rsidR="00266579" w:rsidRDefault="00266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579" w:rsidRDefault="00266579">
    <w:pPr>
      <w:pStyle w:val="Header"/>
      <w:ind w:hanging="70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579" w:rsidRDefault="00EB3AEF" w:rsidP="00CC0F62">
    <w:pPr>
      <w:spacing w:before="120"/>
      <w:ind w:left="-57"/>
    </w:pPr>
    <w:r w:rsidRPr="00EB3AEF">
      <w:rPr>
        <w:noProof/>
        <w:sz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.3pt;width:52.5pt;height:52.5pt;z-index:251657728;mso-position-horizontal:left">
          <v:imagedata r:id="rId1" o:title=""/>
          <w10:wrap type="square"/>
        </v:shape>
        <o:OLEObject Type="Embed" ProgID="Word.Picture.8" ShapeID="_x0000_s1026" DrawAspect="Content" ObjectID="_1331448627" r:id="rId2"/>
      </w:pict>
    </w:r>
    <w:r w:rsidR="00266579">
      <w:rPr>
        <w:sz w:val="64"/>
      </w:rPr>
      <w:t xml:space="preserve">        </w:t>
    </w:r>
    <w:smartTag w:uri="urn:schemas-microsoft-com:office:smarttags" w:element="place">
      <w:r w:rsidR="00266579">
        <w:rPr>
          <w:sz w:val="64"/>
        </w:rPr>
        <w:t>Douglas</w:t>
      </w:r>
    </w:smartTag>
    <w:r w:rsidR="00266579">
      <w:rPr>
        <w:sz w:val="64"/>
      </w:rPr>
      <w:t xml:space="preserve"> Instruments</w:t>
    </w:r>
  </w:p>
  <w:p w:rsidR="00266579" w:rsidRDefault="002665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56D92"/>
    <w:multiLevelType w:val="hybridMultilevel"/>
    <w:tmpl w:val="A184F7D6"/>
    <w:lvl w:ilvl="0" w:tplc="51E2CCF6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0EF18F5"/>
    <w:multiLevelType w:val="hybridMultilevel"/>
    <w:tmpl w:val="AC9EB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724FB"/>
    <w:multiLevelType w:val="hybridMultilevel"/>
    <w:tmpl w:val="B05688E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F663CB3"/>
    <w:multiLevelType w:val="hybridMultilevel"/>
    <w:tmpl w:val="2EE68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mirrorMargins/>
  <w:proofState w:spelling="clean" w:grammar="clean"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24DA4"/>
    <w:rsid w:val="00002D22"/>
    <w:rsid w:val="0000450A"/>
    <w:rsid w:val="0003237F"/>
    <w:rsid w:val="000527C5"/>
    <w:rsid w:val="001D7824"/>
    <w:rsid w:val="00224DA4"/>
    <w:rsid w:val="00266579"/>
    <w:rsid w:val="0028475A"/>
    <w:rsid w:val="003667D3"/>
    <w:rsid w:val="00400AF8"/>
    <w:rsid w:val="004A259E"/>
    <w:rsid w:val="00605122"/>
    <w:rsid w:val="00625519"/>
    <w:rsid w:val="00737268"/>
    <w:rsid w:val="00797C03"/>
    <w:rsid w:val="00824E11"/>
    <w:rsid w:val="008520DA"/>
    <w:rsid w:val="008914F7"/>
    <w:rsid w:val="008B5D89"/>
    <w:rsid w:val="0099673D"/>
    <w:rsid w:val="009C0C44"/>
    <w:rsid w:val="009C733F"/>
    <w:rsid w:val="009D05B8"/>
    <w:rsid w:val="009F090D"/>
    <w:rsid w:val="00A035A4"/>
    <w:rsid w:val="00A50EF4"/>
    <w:rsid w:val="00A6293C"/>
    <w:rsid w:val="00A8261B"/>
    <w:rsid w:val="00AD126E"/>
    <w:rsid w:val="00AF45D1"/>
    <w:rsid w:val="00C82C09"/>
    <w:rsid w:val="00CC0F62"/>
    <w:rsid w:val="00CC2344"/>
    <w:rsid w:val="00D72891"/>
    <w:rsid w:val="00D8062A"/>
    <w:rsid w:val="00D8420A"/>
    <w:rsid w:val="00DC52DA"/>
    <w:rsid w:val="00DE7F0D"/>
    <w:rsid w:val="00E75640"/>
    <w:rsid w:val="00E913DD"/>
    <w:rsid w:val="00E95354"/>
    <w:rsid w:val="00EB3AEF"/>
    <w:rsid w:val="00EE53EF"/>
    <w:rsid w:val="00F525DF"/>
    <w:rsid w:val="00F7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place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4E1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24E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24E11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051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782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Templates\Douglas%20Instruments\Service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Report.dot</Template>
  <TotalTime>2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REPORT</vt:lpstr>
    </vt:vector>
  </TitlesOfParts>
  <Company>Douglas Instruments Limited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REPORT</dc:title>
  <dc:creator>Anne-Marie Kavanagh</dc:creator>
  <cp:lastModifiedBy>Stefan</cp:lastModifiedBy>
  <cp:revision>3</cp:revision>
  <cp:lastPrinted>2007-02-09T13:19:00Z</cp:lastPrinted>
  <dcterms:created xsi:type="dcterms:W3CDTF">2010-03-30T09:03:00Z</dcterms:created>
  <dcterms:modified xsi:type="dcterms:W3CDTF">2010-03-30T09:04:00Z</dcterms:modified>
</cp:coreProperties>
</file>